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27797">
        <w:rPr>
          <w:rFonts w:ascii="Arial" w:hAnsi="Arial" w:cs="Arial"/>
          <w:b/>
          <w:caps/>
          <w:sz w:val="28"/>
          <w:szCs w:val="28"/>
        </w:rPr>
        <w:t>8</w:t>
      </w:r>
      <w:r w:rsidR="000454E1">
        <w:rPr>
          <w:rFonts w:ascii="Arial" w:hAnsi="Arial" w:cs="Arial"/>
          <w:b/>
          <w:caps/>
          <w:sz w:val="28"/>
          <w:szCs w:val="28"/>
        </w:rPr>
        <w:t>38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896C16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8761F" w:rsidP="00B115A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B115AB">
              <w:rPr>
                <w:rFonts w:ascii="Arial" w:hAnsi="Arial" w:cs="Arial"/>
                <w:sz w:val="20"/>
                <w:szCs w:val="20"/>
              </w:rPr>
              <w:t>troca ou manutenção do brinquedo denominado “gira-gira” existente no parquinho do Parque Califórnia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7E14" w:rsidRDefault="003A77BE" w:rsidP="000B06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D864F8">
        <w:rPr>
          <w:rFonts w:ascii="Arial" w:hAnsi="Arial" w:cs="Arial"/>
        </w:rPr>
        <w:t xml:space="preserve"> </w:t>
      </w:r>
      <w:r w:rsidR="00807302">
        <w:rPr>
          <w:rFonts w:ascii="Arial" w:hAnsi="Arial" w:cs="Arial"/>
        </w:rPr>
        <w:t>à</w:t>
      </w:r>
      <w:r w:rsidR="006538B7" w:rsidRPr="006538B7">
        <w:rPr>
          <w:rFonts w:ascii="Arial" w:hAnsi="Arial" w:cs="Arial"/>
        </w:rPr>
        <w:t xml:space="preserve"> </w:t>
      </w:r>
      <w:r w:rsidR="00550BE0" w:rsidRPr="00550BE0">
        <w:rPr>
          <w:rFonts w:ascii="Arial" w:hAnsi="Arial" w:cs="Arial"/>
        </w:rPr>
        <w:t>troca ou manutenção do brinquedo denominado “gira-gira” existente no parquinho do Parque Califórnia</w:t>
      </w:r>
      <w:r w:rsidR="00BF184D">
        <w:rPr>
          <w:rFonts w:ascii="Arial" w:hAnsi="Arial" w:cs="Arial"/>
        </w:rPr>
        <w:t>.</w:t>
      </w:r>
    </w:p>
    <w:p w:rsidR="00E34C5E" w:rsidRDefault="002D4DDB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referido </w:t>
      </w:r>
      <w:r w:rsidRPr="002D4DDB">
        <w:rPr>
          <w:rFonts w:ascii="Arial" w:hAnsi="Arial" w:cs="Arial"/>
        </w:rPr>
        <w:t>brinquedo está danificado e com pedaços d</w:t>
      </w:r>
      <w:r>
        <w:rPr>
          <w:rFonts w:ascii="Arial" w:hAnsi="Arial" w:cs="Arial"/>
        </w:rPr>
        <w:t>e</w:t>
      </w:r>
      <w:r w:rsidRPr="002D4DDB">
        <w:rPr>
          <w:rFonts w:ascii="Arial" w:hAnsi="Arial" w:cs="Arial"/>
        </w:rPr>
        <w:t xml:space="preserve"> ferro exposto</w:t>
      </w:r>
      <w:r>
        <w:rPr>
          <w:rFonts w:ascii="Arial" w:hAnsi="Arial" w:cs="Arial"/>
        </w:rPr>
        <w:t>s</w:t>
      </w:r>
      <w:r w:rsidRPr="002D4DDB">
        <w:rPr>
          <w:rFonts w:ascii="Arial" w:hAnsi="Arial" w:cs="Arial"/>
        </w:rPr>
        <w:t>, potencializando as chances de acidentes sérios com crianças</w:t>
      </w:r>
      <w:r w:rsidR="00AB06C0">
        <w:rPr>
          <w:rFonts w:ascii="Arial" w:hAnsi="Arial" w:cs="Arial"/>
        </w:rPr>
        <w:t>.</w:t>
      </w:r>
      <w:r w:rsidR="00F53D5E">
        <w:rPr>
          <w:rFonts w:ascii="Arial" w:hAnsi="Arial" w:cs="Arial"/>
        </w:rPr>
        <w:t xml:space="preserve"> Foto anexa.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50BE0">
        <w:rPr>
          <w:rFonts w:ascii="Arial" w:hAnsi="Arial" w:cs="Arial"/>
        </w:rPr>
        <w:t>4</w:t>
      </w:r>
      <w:r w:rsidR="00494C8D">
        <w:rPr>
          <w:rFonts w:ascii="Arial" w:hAnsi="Arial" w:cs="Arial"/>
        </w:rPr>
        <w:t xml:space="preserve"> de </w:t>
      </w:r>
      <w:r w:rsidR="00C17E44">
        <w:rPr>
          <w:rFonts w:ascii="Arial" w:hAnsi="Arial" w:cs="Arial"/>
        </w:rPr>
        <w:t>a</w:t>
      </w:r>
      <w:r w:rsidR="00550BE0">
        <w:rPr>
          <w:rFonts w:ascii="Arial" w:hAnsi="Arial" w:cs="Arial"/>
        </w:rPr>
        <w:t>b</w:t>
      </w:r>
      <w:r w:rsidR="00C17E44">
        <w:rPr>
          <w:rFonts w:ascii="Arial" w:hAnsi="Arial" w:cs="Arial"/>
        </w:rPr>
        <w:t>r</w:t>
      </w:r>
      <w:r w:rsidR="00550BE0">
        <w:rPr>
          <w:rFonts w:ascii="Arial" w:hAnsi="Arial" w:cs="Arial"/>
        </w:rPr>
        <w:t>il</w:t>
      </w:r>
      <w:r w:rsidR="00EA0201">
        <w:rPr>
          <w:rFonts w:ascii="Arial" w:hAnsi="Arial" w:cs="Arial"/>
        </w:rPr>
        <w:t xml:space="preserve"> </w:t>
      </w:r>
      <w:r w:rsidR="00D85F2D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6D5C63" w:rsidP="006D5C63">
      <w:pPr>
        <w:jc w:val="center"/>
        <w:rPr>
          <w:rFonts w:ascii="Arial" w:hAnsi="Arial" w:cs="Arial"/>
          <w:b/>
        </w:rPr>
      </w:pPr>
      <w:r w:rsidRPr="00FD176E">
        <w:rPr>
          <w:rFonts w:ascii="Arial" w:hAnsi="Arial" w:cs="Arial"/>
          <w:b/>
        </w:rPr>
        <w:t>DR. RODRIGO SALOMON</w:t>
      </w:r>
    </w:p>
    <w:p w:rsidR="006F27BF" w:rsidRDefault="006D5C63" w:rsidP="00130B2C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4509C6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PSDB</w:t>
      </w:r>
    </w:p>
    <w:p w:rsidR="00A61B3F" w:rsidRDefault="00A61B3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61B3F" w:rsidRPr="00F527F0" w:rsidRDefault="00A61B3F" w:rsidP="00130B2C">
      <w:pPr>
        <w:jc w:val="center"/>
        <w:rPr>
          <w:rFonts w:ascii="Arial" w:hAnsi="Arial" w:cs="Arial"/>
          <w:sz w:val="20"/>
          <w:szCs w:val="20"/>
        </w:rPr>
      </w:pPr>
    </w:p>
    <w:p w:rsidR="00F527F0" w:rsidRDefault="002D4DDB" w:rsidP="00130B2C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434BF268" wp14:editId="243DCEED">
            <wp:extent cx="5400040" cy="4050030"/>
            <wp:effectExtent l="0" t="0" r="0" b="7620"/>
            <wp:docPr id="8" name="Imagem 8" descr="X:\FOTOS\Fotos William 27.03.18\2018-03-27-PHOTO-0000068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 descr="X:\FOTOS\Fotos William 27.03.18\2018-03-27-PHOTO-00000686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05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527F0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911" w:rsidRDefault="00F86911">
      <w:r>
        <w:separator/>
      </w:r>
    </w:p>
  </w:endnote>
  <w:endnote w:type="continuationSeparator" w:id="0">
    <w:p w:rsidR="00F86911" w:rsidRDefault="00F86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911" w:rsidRDefault="00F86911">
      <w:r>
        <w:separator/>
      </w:r>
    </w:p>
  </w:footnote>
  <w:footnote w:type="continuationSeparator" w:id="0">
    <w:p w:rsidR="00F86911" w:rsidRDefault="00F869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527F0">
      <w:rPr>
        <w:rFonts w:ascii="Arial" w:hAnsi="Arial" w:cs="Arial"/>
        <w:b/>
        <w:sz w:val="20"/>
        <w:szCs w:val="20"/>
        <w:u w:val="single"/>
      </w:rPr>
      <w:t>8</w:t>
    </w:r>
    <w:r w:rsidR="002D4DDB">
      <w:rPr>
        <w:rFonts w:ascii="Arial" w:hAnsi="Arial" w:cs="Arial"/>
        <w:b/>
        <w:sz w:val="20"/>
        <w:szCs w:val="20"/>
        <w:u w:val="single"/>
      </w:rPr>
      <w:t>38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F1A0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-</w:t>
    </w:r>
    <w:r w:rsidR="00CF7A9B">
      <w:rPr>
        <w:rFonts w:ascii="Arial" w:hAnsi="Arial" w:cs="Arial"/>
        <w:b/>
        <w:sz w:val="20"/>
        <w:szCs w:val="20"/>
        <w:u w:val="single"/>
      </w:rPr>
      <w:t xml:space="preserve"> Vereador Dr. Rodrigo Salomon 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D4DD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D4DD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83C"/>
    <w:rsid w:val="00012789"/>
    <w:rsid w:val="00014E18"/>
    <w:rsid w:val="000224F9"/>
    <w:rsid w:val="00024FD3"/>
    <w:rsid w:val="00030B1A"/>
    <w:rsid w:val="00034A23"/>
    <w:rsid w:val="00041B15"/>
    <w:rsid w:val="000454E1"/>
    <w:rsid w:val="00050DC2"/>
    <w:rsid w:val="00053101"/>
    <w:rsid w:val="00054331"/>
    <w:rsid w:val="00056288"/>
    <w:rsid w:val="00060670"/>
    <w:rsid w:val="00074E9F"/>
    <w:rsid w:val="0008586B"/>
    <w:rsid w:val="00094490"/>
    <w:rsid w:val="000958D5"/>
    <w:rsid w:val="00097CAE"/>
    <w:rsid w:val="000A27CC"/>
    <w:rsid w:val="000A507B"/>
    <w:rsid w:val="000A6C04"/>
    <w:rsid w:val="000B0689"/>
    <w:rsid w:val="000B5695"/>
    <w:rsid w:val="000D270C"/>
    <w:rsid w:val="000D452E"/>
    <w:rsid w:val="000E20CD"/>
    <w:rsid w:val="000E3723"/>
    <w:rsid w:val="000F0ADF"/>
    <w:rsid w:val="000F6251"/>
    <w:rsid w:val="000F6276"/>
    <w:rsid w:val="001003F0"/>
    <w:rsid w:val="0010233F"/>
    <w:rsid w:val="00117261"/>
    <w:rsid w:val="00127797"/>
    <w:rsid w:val="00130B2C"/>
    <w:rsid w:val="0013193C"/>
    <w:rsid w:val="00133297"/>
    <w:rsid w:val="001427AE"/>
    <w:rsid w:val="001432EC"/>
    <w:rsid w:val="001437B1"/>
    <w:rsid w:val="0014591F"/>
    <w:rsid w:val="00146D60"/>
    <w:rsid w:val="00150EE2"/>
    <w:rsid w:val="00151D97"/>
    <w:rsid w:val="00172E81"/>
    <w:rsid w:val="00180ECA"/>
    <w:rsid w:val="0018135A"/>
    <w:rsid w:val="00181CD2"/>
    <w:rsid w:val="00187493"/>
    <w:rsid w:val="0018761F"/>
    <w:rsid w:val="00193AD0"/>
    <w:rsid w:val="001940A3"/>
    <w:rsid w:val="001964EB"/>
    <w:rsid w:val="001A09F2"/>
    <w:rsid w:val="001B0773"/>
    <w:rsid w:val="001E2E0F"/>
    <w:rsid w:val="001F0F1A"/>
    <w:rsid w:val="001F13C3"/>
    <w:rsid w:val="001F4FF1"/>
    <w:rsid w:val="001F6372"/>
    <w:rsid w:val="001F6CD4"/>
    <w:rsid w:val="00200BE2"/>
    <w:rsid w:val="002049C5"/>
    <w:rsid w:val="00204ED7"/>
    <w:rsid w:val="00206C83"/>
    <w:rsid w:val="00211D9B"/>
    <w:rsid w:val="0021304B"/>
    <w:rsid w:val="00230859"/>
    <w:rsid w:val="0024086E"/>
    <w:rsid w:val="00246C12"/>
    <w:rsid w:val="00253C82"/>
    <w:rsid w:val="00254635"/>
    <w:rsid w:val="00256155"/>
    <w:rsid w:val="00273A11"/>
    <w:rsid w:val="00290BF0"/>
    <w:rsid w:val="0029304A"/>
    <w:rsid w:val="002963FF"/>
    <w:rsid w:val="002A38BD"/>
    <w:rsid w:val="002A7434"/>
    <w:rsid w:val="002B4721"/>
    <w:rsid w:val="002C4B2B"/>
    <w:rsid w:val="002C5C70"/>
    <w:rsid w:val="002D242A"/>
    <w:rsid w:val="002D3D9E"/>
    <w:rsid w:val="002D4DDB"/>
    <w:rsid w:val="002D7897"/>
    <w:rsid w:val="002E000C"/>
    <w:rsid w:val="002E0111"/>
    <w:rsid w:val="002E3CB0"/>
    <w:rsid w:val="002E5CAE"/>
    <w:rsid w:val="002F02DB"/>
    <w:rsid w:val="0030168E"/>
    <w:rsid w:val="00305E2B"/>
    <w:rsid w:val="0030701B"/>
    <w:rsid w:val="00311F37"/>
    <w:rsid w:val="00316353"/>
    <w:rsid w:val="00317C1A"/>
    <w:rsid w:val="00323F0F"/>
    <w:rsid w:val="00324F78"/>
    <w:rsid w:val="00343838"/>
    <w:rsid w:val="00347D5E"/>
    <w:rsid w:val="00360EE5"/>
    <w:rsid w:val="00381797"/>
    <w:rsid w:val="003848C4"/>
    <w:rsid w:val="003909E2"/>
    <w:rsid w:val="003975B9"/>
    <w:rsid w:val="00397FF3"/>
    <w:rsid w:val="003A3D2A"/>
    <w:rsid w:val="003A77BE"/>
    <w:rsid w:val="003C7381"/>
    <w:rsid w:val="003E188F"/>
    <w:rsid w:val="003F22EB"/>
    <w:rsid w:val="00404068"/>
    <w:rsid w:val="00405721"/>
    <w:rsid w:val="00412795"/>
    <w:rsid w:val="00412C74"/>
    <w:rsid w:val="0041692F"/>
    <w:rsid w:val="00417251"/>
    <w:rsid w:val="004206B6"/>
    <w:rsid w:val="00421CFF"/>
    <w:rsid w:val="00426A89"/>
    <w:rsid w:val="00431857"/>
    <w:rsid w:val="0043444A"/>
    <w:rsid w:val="004354DC"/>
    <w:rsid w:val="00441272"/>
    <w:rsid w:val="0044186E"/>
    <w:rsid w:val="0044748D"/>
    <w:rsid w:val="004509C6"/>
    <w:rsid w:val="00471BE1"/>
    <w:rsid w:val="00473FC5"/>
    <w:rsid w:val="00481E6B"/>
    <w:rsid w:val="00483569"/>
    <w:rsid w:val="00487D64"/>
    <w:rsid w:val="00493115"/>
    <w:rsid w:val="00494C8D"/>
    <w:rsid w:val="004A42B8"/>
    <w:rsid w:val="004B2D9E"/>
    <w:rsid w:val="004B7B3C"/>
    <w:rsid w:val="004C26A2"/>
    <w:rsid w:val="004C271D"/>
    <w:rsid w:val="004C2C30"/>
    <w:rsid w:val="004C6C78"/>
    <w:rsid w:val="004C7F0B"/>
    <w:rsid w:val="004E06ED"/>
    <w:rsid w:val="004E35B5"/>
    <w:rsid w:val="004E46DA"/>
    <w:rsid w:val="004E4E76"/>
    <w:rsid w:val="004E5387"/>
    <w:rsid w:val="004F2F9E"/>
    <w:rsid w:val="004F39E9"/>
    <w:rsid w:val="004F690D"/>
    <w:rsid w:val="004F6A11"/>
    <w:rsid w:val="004F7501"/>
    <w:rsid w:val="00505357"/>
    <w:rsid w:val="00505FD8"/>
    <w:rsid w:val="00511759"/>
    <w:rsid w:val="0051772A"/>
    <w:rsid w:val="00521BD1"/>
    <w:rsid w:val="005221BA"/>
    <w:rsid w:val="00524669"/>
    <w:rsid w:val="00524CD3"/>
    <w:rsid w:val="00530C9E"/>
    <w:rsid w:val="00533862"/>
    <w:rsid w:val="00550BE0"/>
    <w:rsid w:val="00551C41"/>
    <w:rsid w:val="00553D5A"/>
    <w:rsid w:val="00555A91"/>
    <w:rsid w:val="00564368"/>
    <w:rsid w:val="00565B6C"/>
    <w:rsid w:val="005666A4"/>
    <w:rsid w:val="00577BF6"/>
    <w:rsid w:val="0058109A"/>
    <w:rsid w:val="00585A91"/>
    <w:rsid w:val="005868AE"/>
    <w:rsid w:val="00597DBB"/>
    <w:rsid w:val="005A01D0"/>
    <w:rsid w:val="005A03FA"/>
    <w:rsid w:val="005B29B0"/>
    <w:rsid w:val="005B3D21"/>
    <w:rsid w:val="005C1359"/>
    <w:rsid w:val="005C17EE"/>
    <w:rsid w:val="005C3938"/>
    <w:rsid w:val="005C4166"/>
    <w:rsid w:val="005C5099"/>
    <w:rsid w:val="005D301F"/>
    <w:rsid w:val="005D524C"/>
    <w:rsid w:val="005D5B76"/>
    <w:rsid w:val="005D702D"/>
    <w:rsid w:val="005E138D"/>
    <w:rsid w:val="005E3B4B"/>
    <w:rsid w:val="005F09E5"/>
    <w:rsid w:val="005F7B38"/>
    <w:rsid w:val="006019BD"/>
    <w:rsid w:val="00602564"/>
    <w:rsid w:val="00611C3A"/>
    <w:rsid w:val="00624472"/>
    <w:rsid w:val="00633D84"/>
    <w:rsid w:val="006426AE"/>
    <w:rsid w:val="006526FC"/>
    <w:rsid w:val="006538B7"/>
    <w:rsid w:val="0065745D"/>
    <w:rsid w:val="00662571"/>
    <w:rsid w:val="006645F4"/>
    <w:rsid w:val="00670001"/>
    <w:rsid w:val="0067073E"/>
    <w:rsid w:val="00674F7D"/>
    <w:rsid w:val="00681021"/>
    <w:rsid w:val="00682E6E"/>
    <w:rsid w:val="0068407A"/>
    <w:rsid w:val="00691CF5"/>
    <w:rsid w:val="0069312F"/>
    <w:rsid w:val="00693699"/>
    <w:rsid w:val="006963BD"/>
    <w:rsid w:val="006A370D"/>
    <w:rsid w:val="006B0B8E"/>
    <w:rsid w:val="006B57BD"/>
    <w:rsid w:val="006C59BC"/>
    <w:rsid w:val="006D5C63"/>
    <w:rsid w:val="006D6F7D"/>
    <w:rsid w:val="006D7F58"/>
    <w:rsid w:val="006E5B31"/>
    <w:rsid w:val="006E7E66"/>
    <w:rsid w:val="006F27BF"/>
    <w:rsid w:val="006F31FC"/>
    <w:rsid w:val="006F34DC"/>
    <w:rsid w:val="006F4E64"/>
    <w:rsid w:val="006F7B0A"/>
    <w:rsid w:val="00715F74"/>
    <w:rsid w:val="00722517"/>
    <w:rsid w:val="00722641"/>
    <w:rsid w:val="007258F8"/>
    <w:rsid w:val="00725E66"/>
    <w:rsid w:val="00727CDB"/>
    <w:rsid w:val="0073407F"/>
    <w:rsid w:val="007400ED"/>
    <w:rsid w:val="007407B3"/>
    <w:rsid w:val="00741970"/>
    <w:rsid w:val="007565B3"/>
    <w:rsid w:val="00760B3E"/>
    <w:rsid w:val="00760FE9"/>
    <w:rsid w:val="007611DD"/>
    <w:rsid w:val="0076170F"/>
    <w:rsid w:val="00771286"/>
    <w:rsid w:val="00775A1B"/>
    <w:rsid w:val="0078318E"/>
    <w:rsid w:val="007838DC"/>
    <w:rsid w:val="00790911"/>
    <w:rsid w:val="00795A52"/>
    <w:rsid w:val="00796785"/>
    <w:rsid w:val="007A0C65"/>
    <w:rsid w:val="007A2EB7"/>
    <w:rsid w:val="007A48C5"/>
    <w:rsid w:val="007A6EAF"/>
    <w:rsid w:val="007C1F0A"/>
    <w:rsid w:val="007C3FB4"/>
    <w:rsid w:val="007C4943"/>
    <w:rsid w:val="007D39FD"/>
    <w:rsid w:val="007D6602"/>
    <w:rsid w:val="007E3F69"/>
    <w:rsid w:val="007F0989"/>
    <w:rsid w:val="007F496D"/>
    <w:rsid w:val="007F75CA"/>
    <w:rsid w:val="0080197E"/>
    <w:rsid w:val="00807302"/>
    <w:rsid w:val="00813335"/>
    <w:rsid w:val="00814EF4"/>
    <w:rsid w:val="00820C13"/>
    <w:rsid w:val="00833538"/>
    <w:rsid w:val="00833E7C"/>
    <w:rsid w:val="00842BD4"/>
    <w:rsid w:val="008474F2"/>
    <w:rsid w:val="00857BE9"/>
    <w:rsid w:val="00870972"/>
    <w:rsid w:val="00872172"/>
    <w:rsid w:val="00872B8C"/>
    <w:rsid w:val="00877E50"/>
    <w:rsid w:val="00881101"/>
    <w:rsid w:val="0089053C"/>
    <w:rsid w:val="008909A4"/>
    <w:rsid w:val="00892DA0"/>
    <w:rsid w:val="00893D34"/>
    <w:rsid w:val="00896C16"/>
    <w:rsid w:val="008A0EB2"/>
    <w:rsid w:val="008A1D8C"/>
    <w:rsid w:val="008A320A"/>
    <w:rsid w:val="008A3D05"/>
    <w:rsid w:val="008B3A40"/>
    <w:rsid w:val="008B560C"/>
    <w:rsid w:val="008C33AB"/>
    <w:rsid w:val="008C3537"/>
    <w:rsid w:val="008D1831"/>
    <w:rsid w:val="008D204E"/>
    <w:rsid w:val="008D59F5"/>
    <w:rsid w:val="008E6C99"/>
    <w:rsid w:val="008F243C"/>
    <w:rsid w:val="009007C3"/>
    <w:rsid w:val="0092009B"/>
    <w:rsid w:val="00922964"/>
    <w:rsid w:val="00951025"/>
    <w:rsid w:val="0095554D"/>
    <w:rsid w:val="00957B6D"/>
    <w:rsid w:val="00960518"/>
    <w:rsid w:val="00963501"/>
    <w:rsid w:val="00970E95"/>
    <w:rsid w:val="00974E41"/>
    <w:rsid w:val="009768E6"/>
    <w:rsid w:val="00976920"/>
    <w:rsid w:val="00982E77"/>
    <w:rsid w:val="009928ED"/>
    <w:rsid w:val="00994EF0"/>
    <w:rsid w:val="009A2ABD"/>
    <w:rsid w:val="009A5328"/>
    <w:rsid w:val="009A5774"/>
    <w:rsid w:val="009A6B45"/>
    <w:rsid w:val="009B207E"/>
    <w:rsid w:val="009B32F8"/>
    <w:rsid w:val="009B621C"/>
    <w:rsid w:val="009C67EB"/>
    <w:rsid w:val="009D0F6E"/>
    <w:rsid w:val="009D50D4"/>
    <w:rsid w:val="009D512F"/>
    <w:rsid w:val="009E1F05"/>
    <w:rsid w:val="009E6B3F"/>
    <w:rsid w:val="009F3A58"/>
    <w:rsid w:val="009F5811"/>
    <w:rsid w:val="009F5C5E"/>
    <w:rsid w:val="00A00A46"/>
    <w:rsid w:val="00A05E2E"/>
    <w:rsid w:val="00A100C9"/>
    <w:rsid w:val="00A17814"/>
    <w:rsid w:val="00A21A8C"/>
    <w:rsid w:val="00A349F1"/>
    <w:rsid w:val="00A46B01"/>
    <w:rsid w:val="00A575F4"/>
    <w:rsid w:val="00A61B3F"/>
    <w:rsid w:val="00A83AE6"/>
    <w:rsid w:val="00A92740"/>
    <w:rsid w:val="00A92CB9"/>
    <w:rsid w:val="00A95105"/>
    <w:rsid w:val="00AA0BD5"/>
    <w:rsid w:val="00AA5EB3"/>
    <w:rsid w:val="00AB06C0"/>
    <w:rsid w:val="00AB7B5B"/>
    <w:rsid w:val="00AC1E89"/>
    <w:rsid w:val="00AC24F9"/>
    <w:rsid w:val="00AC712C"/>
    <w:rsid w:val="00AD6B47"/>
    <w:rsid w:val="00AD7125"/>
    <w:rsid w:val="00B06AA0"/>
    <w:rsid w:val="00B10E9F"/>
    <w:rsid w:val="00B114B8"/>
    <w:rsid w:val="00B115AB"/>
    <w:rsid w:val="00B37A3D"/>
    <w:rsid w:val="00B43B70"/>
    <w:rsid w:val="00B4723C"/>
    <w:rsid w:val="00B57E0F"/>
    <w:rsid w:val="00B61B39"/>
    <w:rsid w:val="00B70DDF"/>
    <w:rsid w:val="00B74271"/>
    <w:rsid w:val="00B74BBA"/>
    <w:rsid w:val="00B75CEF"/>
    <w:rsid w:val="00B81FF8"/>
    <w:rsid w:val="00BA0179"/>
    <w:rsid w:val="00BA1565"/>
    <w:rsid w:val="00BA15B3"/>
    <w:rsid w:val="00BA2AC7"/>
    <w:rsid w:val="00BB3146"/>
    <w:rsid w:val="00BB3F3E"/>
    <w:rsid w:val="00BB4E6F"/>
    <w:rsid w:val="00BB56B0"/>
    <w:rsid w:val="00BC44DF"/>
    <w:rsid w:val="00BC69DD"/>
    <w:rsid w:val="00BD02D7"/>
    <w:rsid w:val="00BD1F36"/>
    <w:rsid w:val="00BD2684"/>
    <w:rsid w:val="00BD2D14"/>
    <w:rsid w:val="00BD3C47"/>
    <w:rsid w:val="00BE1B39"/>
    <w:rsid w:val="00BE3490"/>
    <w:rsid w:val="00BE685D"/>
    <w:rsid w:val="00BF184D"/>
    <w:rsid w:val="00BF26DE"/>
    <w:rsid w:val="00BF3825"/>
    <w:rsid w:val="00BF4654"/>
    <w:rsid w:val="00BF6FDD"/>
    <w:rsid w:val="00BF7539"/>
    <w:rsid w:val="00BF791A"/>
    <w:rsid w:val="00C0364E"/>
    <w:rsid w:val="00C04343"/>
    <w:rsid w:val="00C06926"/>
    <w:rsid w:val="00C06BEA"/>
    <w:rsid w:val="00C17E44"/>
    <w:rsid w:val="00C2303C"/>
    <w:rsid w:val="00C23E9F"/>
    <w:rsid w:val="00C25D1F"/>
    <w:rsid w:val="00C30767"/>
    <w:rsid w:val="00C32EF2"/>
    <w:rsid w:val="00C3330F"/>
    <w:rsid w:val="00C351A5"/>
    <w:rsid w:val="00C36E68"/>
    <w:rsid w:val="00C42806"/>
    <w:rsid w:val="00C44D39"/>
    <w:rsid w:val="00C45509"/>
    <w:rsid w:val="00C549EA"/>
    <w:rsid w:val="00C61892"/>
    <w:rsid w:val="00C7301F"/>
    <w:rsid w:val="00C74485"/>
    <w:rsid w:val="00C76263"/>
    <w:rsid w:val="00C84E98"/>
    <w:rsid w:val="00C92EAA"/>
    <w:rsid w:val="00C9387F"/>
    <w:rsid w:val="00CA4AE6"/>
    <w:rsid w:val="00CA712D"/>
    <w:rsid w:val="00CA759E"/>
    <w:rsid w:val="00CB0035"/>
    <w:rsid w:val="00CB2BAB"/>
    <w:rsid w:val="00CC0F1F"/>
    <w:rsid w:val="00CC396B"/>
    <w:rsid w:val="00CD1ED5"/>
    <w:rsid w:val="00CD3D1A"/>
    <w:rsid w:val="00CE1737"/>
    <w:rsid w:val="00CE2744"/>
    <w:rsid w:val="00CE5C75"/>
    <w:rsid w:val="00CE622D"/>
    <w:rsid w:val="00CF1A0A"/>
    <w:rsid w:val="00CF31DE"/>
    <w:rsid w:val="00CF7A9B"/>
    <w:rsid w:val="00D1418C"/>
    <w:rsid w:val="00D1463B"/>
    <w:rsid w:val="00D14EB1"/>
    <w:rsid w:val="00D15488"/>
    <w:rsid w:val="00D16CA1"/>
    <w:rsid w:val="00D2072E"/>
    <w:rsid w:val="00D233C7"/>
    <w:rsid w:val="00D26C0A"/>
    <w:rsid w:val="00D40845"/>
    <w:rsid w:val="00D507D5"/>
    <w:rsid w:val="00D52768"/>
    <w:rsid w:val="00D5430F"/>
    <w:rsid w:val="00D564F1"/>
    <w:rsid w:val="00D66C70"/>
    <w:rsid w:val="00D67AD8"/>
    <w:rsid w:val="00D70A9D"/>
    <w:rsid w:val="00D81F37"/>
    <w:rsid w:val="00D8365B"/>
    <w:rsid w:val="00D84E66"/>
    <w:rsid w:val="00D85F2D"/>
    <w:rsid w:val="00D864F8"/>
    <w:rsid w:val="00D868E5"/>
    <w:rsid w:val="00D871E7"/>
    <w:rsid w:val="00D872DD"/>
    <w:rsid w:val="00D9740F"/>
    <w:rsid w:val="00D978D5"/>
    <w:rsid w:val="00DA28AD"/>
    <w:rsid w:val="00DB15AB"/>
    <w:rsid w:val="00DB23E5"/>
    <w:rsid w:val="00DB48F6"/>
    <w:rsid w:val="00DC0F03"/>
    <w:rsid w:val="00DC357D"/>
    <w:rsid w:val="00DD0629"/>
    <w:rsid w:val="00DD25C6"/>
    <w:rsid w:val="00DD3DA8"/>
    <w:rsid w:val="00DD6F25"/>
    <w:rsid w:val="00DE50DD"/>
    <w:rsid w:val="00DF7E14"/>
    <w:rsid w:val="00E021AB"/>
    <w:rsid w:val="00E0249F"/>
    <w:rsid w:val="00E07978"/>
    <w:rsid w:val="00E11F92"/>
    <w:rsid w:val="00E12ECD"/>
    <w:rsid w:val="00E14F37"/>
    <w:rsid w:val="00E27686"/>
    <w:rsid w:val="00E3022D"/>
    <w:rsid w:val="00E34C5E"/>
    <w:rsid w:val="00E42973"/>
    <w:rsid w:val="00E45AB3"/>
    <w:rsid w:val="00E4764B"/>
    <w:rsid w:val="00E47F94"/>
    <w:rsid w:val="00E51448"/>
    <w:rsid w:val="00E54141"/>
    <w:rsid w:val="00E5421C"/>
    <w:rsid w:val="00E60D4A"/>
    <w:rsid w:val="00E63DA7"/>
    <w:rsid w:val="00E66CFD"/>
    <w:rsid w:val="00E71CAF"/>
    <w:rsid w:val="00E721EC"/>
    <w:rsid w:val="00E83C2E"/>
    <w:rsid w:val="00E86C30"/>
    <w:rsid w:val="00E90791"/>
    <w:rsid w:val="00E90C30"/>
    <w:rsid w:val="00E915C0"/>
    <w:rsid w:val="00EA0201"/>
    <w:rsid w:val="00EA35E8"/>
    <w:rsid w:val="00EB04D6"/>
    <w:rsid w:val="00EC2550"/>
    <w:rsid w:val="00EC4CB0"/>
    <w:rsid w:val="00ED2065"/>
    <w:rsid w:val="00EE7D7E"/>
    <w:rsid w:val="00EE7E24"/>
    <w:rsid w:val="00EF25D7"/>
    <w:rsid w:val="00EF3448"/>
    <w:rsid w:val="00EF79AC"/>
    <w:rsid w:val="00F1692A"/>
    <w:rsid w:val="00F27895"/>
    <w:rsid w:val="00F420E5"/>
    <w:rsid w:val="00F5150F"/>
    <w:rsid w:val="00F527F0"/>
    <w:rsid w:val="00F53D5E"/>
    <w:rsid w:val="00F60D16"/>
    <w:rsid w:val="00F65C85"/>
    <w:rsid w:val="00F66D6C"/>
    <w:rsid w:val="00F67E53"/>
    <w:rsid w:val="00F728FD"/>
    <w:rsid w:val="00F730E7"/>
    <w:rsid w:val="00F73DA3"/>
    <w:rsid w:val="00F7692B"/>
    <w:rsid w:val="00F86911"/>
    <w:rsid w:val="00F91BFF"/>
    <w:rsid w:val="00FA3CFC"/>
    <w:rsid w:val="00FB00FA"/>
    <w:rsid w:val="00FB02BF"/>
    <w:rsid w:val="00FB0828"/>
    <w:rsid w:val="00FB6A6C"/>
    <w:rsid w:val="00FC1C13"/>
    <w:rsid w:val="00FC2756"/>
    <w:rsid w:val="00FC7499"/>
    <w:rsid w:val="00FD29B9"/>
    <w:rsid w:val="00FE17D5"/>
    <w:rsid w:val="00FE28F8"/>
    <w:rsid w:val="00FE3B6B"/>
    <w:rsid w:val="00FE47E0"/>
    <w:rsid w:val="00FF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46D9E-3A75-47CF-AB93-4D1E4481B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2</Pages>
  <Words>110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7</cp:revision>
  <cp:lastPrinted>2017-07-24T14:27:00Z</cp:lastPrinted>
  <dcterms:created xsi:type="dcterms:W3CDTF">2018-03-29T18:13:00Z</dcterms:created>
  <dcterms:modified xsi:type="dcterms:W3CDTF">2018-03-29T18:16:00Z</dcterms:modified>
</cp:coreProperties>
</file>